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FAB" w:rsidRDefault="00396FAB" w:rsidP="00396FAB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396FAB" w:rsidRDefault="00396FAB" w:rsidP="00396FAB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“Never Forgotten”</w:t>
      </w:r>
    </w:p>
    <w:p w:rsidR="00396FAB" w:rsidRDefault="00396FAB" w:rsidP="00396FAB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By, Patricia C McKissack</w:t>
      </w:r>
    </w:p>
    <w:p w:rsidR="00396FAB" w:rsidRDefault="00396FAB" w:rsidP="00396FAB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96FAB" w:rsidRPr="00B25A43" w:rsidRDefault="00396FAB" w:rsidP="00396FA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B25A43">
        <w:rPr>
          <w:rFonts w:ascii="Comic Sans MS" w:hAnsi="Comic Sans MS"/>
          <w:b/>
          <w:sz w:val="20"/>
          <w:szCs w:val="20"/>
        </w:rPr>
        <w:t>Description:</w:t>
      </w:r>
    </w:p>
    <w:p w:rsidR="00396FAB" w:rsidRPr="00B25A43" w:rsidRDefault="00396FAB" w:rsidP="00396FA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This unit will be taught in conjunction with the History unit on slavery or Imperialism.</w:t>
      </w:r>
    </w:p>
    <w:p w:rsidR="00396FAB" w:rsidRPr="00B25A43" w:rsidRDefault="00396FAB" w:rsidP="00396FA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910EBA" w:rsidRPr="00B25A43" w:rsidRDefault="00396FAB" w:rsidP="00396FA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B25A43">
        <w:rPr>
          <w:rFonts w:ascii="Comic Sans MS" w:hAnsi="Comic Sans MS"/>
          <w:b/>
          <w:sz w:val="20"/>
          <w:szCs w:val="20"/>
        </w:rPr>
        <w:t>Focus:</w:t>
      </w:r>
      <w:r w:rsidR="00910EBA" w:rsidRPr="00B25A43">
        <w:rPr>
          <w:rFonts w:ascii="Comic Sans MS" w:hAnsi="Comic Sans MS"/>
          <w:b/>
          <w:sz w:val="20"/>
          <w:szCs w:val="20"/>
        </w:rPr>
        <w:t xml:space="preserve">  </w:t>
      </w:r>
    </w:p>
    <w:p w:rsidR="00396FAB" w:rsidRPr="00B25A43" w:rsidRDefault="00910EBA" w:rsidP="00396FA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African Myths and Folktales</w:t>
      </w:r>
    </w:p>
    <w:p w:rsidR="00910EBA" w:rsidRPr="00B25A43" w:rsidRDefault="00910EBA" w:rsidP="00396FA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910EBA" w:rsidRPr="00B25A43" w:rsidRDefault="00910EBA" w:rsidP="00396FA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b/>
          <w:sz w:val="20"/>
          <w:szCs w:val="20"/>
        </w:rPr>
        <w:t>Objectives:  The students will</w:t>
      </w:r>
      <w:r w:rsidRPr="00B25A43">
        <w:rPr>
          <w:rFonts w:ascii="Comic Sans MS" w:hAnsi="Comic Sans MS"/>
          <w:sz w:val="20"/>
          <w:szCs w:val="20"/>
        </w:rPr>
        <w:t>…</w:t>
      </w:r>
    </w:p>
    <w:p w:rsidR="00910EBA" w:rsidRPr="00B25A43" w:rsidRDefault="00910EBA" w:rsidP="00910EB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Demonstrate comprehension of print material by responding to questions.</w:t>
      </w:r>
    </w:p>
    <w:p w:rsidR="00910EBA" w:rsidRPr="00B25A43" w:rsidRDefault="00910EBA" w:rsidP="00910EB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Use context clues to define word meanings.</w:t>
      </w:r>
    </w:p>
    <w:p w:rsidR="00910EBA" w:rsidRPr="00B25A43" w:rsidRDefault="00910EBA" w:rsidP="00910EB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Analyze interaction between characters in literary text.</w:t>
      </w:r>
    </w:p>
    <w:p w:rsidR="00910EBA" w:rsidRPr="00B25A43" w:rsidRDefault="00910EBA" w:rsidP="00910EB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Analyze use of genre to express theme or topic.</w:t>
      </w:r>
    </w:p>
    <w:p w:rsidR="00910EBA" w:rsidRPr="00B25A43" w:rsidRDefault="00910EBA" w:rsidP="00910EB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Analyze the author’s point of view in literary text.</w:t>
      </w:r>
    </w:p>
    <w:p w:rsidR="00910EBA" w:rsidRPr="00B25A43" w:rsidRDefault="00910EBA" w:rsidP="00910EBA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Write responses to literature that extend beyond basic comprehension and facts.</w:t>
      </w:r>
    </w:p>
    <w:p w:rsidR="00910EBA" w:rsidRPr="00B25A43" w:rsidRDefault="00910EBA" w:rsidP="00910EBA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910EBA" w:rsidRPr="00B25A43" w:rsidRDefault="00910EBA" w:rsidP="00910EBA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B25A43">
        <w:rPr>
          <w:rFonts w:ascii="Comic Sans MS" w:hAnsi="Comic Sans MS"/>
          <w:b/>
          <w:sz w:val="20"/>
          <w:szCs w:val="20"/>
        </w:rPr>
        <w:t>Procedures:</w:t>
      </w:r>
    </w:p>
    <w:p w:rsidR="00910EBA" w:rsidRPr="00B25A43" w:rsidRDefault="00910EBA" w:rsidP="00910EB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Introduce story by having students free-write a respond to the following statement:</w:t>
      </w:r>
    </w:p>
    <w:p w:rsidR="00910EBA" w:rsidRPr="00B25A43" w:rsidRDefault="00910EBA" w:rsidP="00910EBA">
      <w:pPr>
        <w:spacing w:after="0" w:line="240" w:lineRule="auto"/>
        <w:ind w:left="720"/>
        <w:rPr>
          <w:rFonts w:ascii="Comic Sans MS" w:hAnsi="Comic Sans MS"/>
          <w:i/>
          <w:sz w:val="20"/>
          <w:szCs w:val="20"/>
        </w:rPr>
      </w:pPr>
      <w:r w:rsidRPr="00B25A43">
        <w:rPr>
          <w:rFonts w:ascii="Comic Sans MS" w:hAnsi="Comic Sans MS"/>
          <w:i/>
          <w:sz w:val="20"/>
          <w:szCs w:val="20"/>
        </w:rPr>
        <w:t>“Loved ones are never forgotten when we continue to tell their stories.”</w:t>
      </w:r>
    </w:p>
    <w:p w:rsidR="00910EBA" w:rsidRPr="00B25A43" w:rsidRDefault="00910EBA" w:rsidP="00910EB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Class discussion on responses to free-write.</w:t>
      </w:r>
    </w:p>
    <w:p w:rsidR="00910EBA" w:rsidRPr="00B25A43" w:rsidRDefault="00910EBA" w:rsidP="00910EB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Notes and direct instruction on purpose of folktales and legends as well as perspective, perception and point of view.</w:t>
      </w:r>
    </w:p>
    <w:p w:rsidR="00910EBA" w:rsidRPr="00B25A43" w:rsidRDefault="00910EBA" w:rsidP="00910EB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Read story and answer questions from text.</w:t>
      </w:r>
    </w:p>
    <w:p w:rsidR="00910EBA" w:rsidRPr="00B25A43" w:rsidRDefault="00910EBA" w:rsidP="00910EB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Complete Character Chart on main characters Dinga and Musafa.</w:t>
      </w:r>
    </w:p>
    <w:p w:rsidR="00910EBA" w:rsidRPr="00B25A43" w:rsidRDefault="00910EBA" w:rsidP="00910EBA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How is Dinga different from other members of the village?</w:t>
      </w:r>
    </w:p>
    <w:p w:rsidR="00910EBA" w:rsidRPr="00B25A43" w:rsidRDefault="00910EBA" w:rsidP="00910EBA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How do other memb</w:t>
      </w:r>
      <w:r w:rsidR="00B25A43">
        <w:rPr>
          <w:rFonts w:ascii="Comic Sans MS" w:hAnsi="Comic Sans MS"/>
          <w:sz w:val="20"/>
          <w:szCs w:val="20"/>
        </w:rPr>
        <w:t>e</w:t>
      </w:r>
      <w:r w:rsidRPr="00B25A43">
        <w:rPr>
          <w:rFonts w:ascii="Comic Sans MS" w:hAnsi="Comic Sans MS"/>
          <w:sz w:val="20"/>
          <w:szCs w:val="20"/>
        </w:rPr>
        <w:t>r</w:t>
      </w:r>
      <w:bookmarkStart w:id="0" w:name="_GoBack"/>
      <w:bookmarkEnd w:id="0"/>
      <w:r w:rsidRPr="00B25A43">
        <w:rPr>
          <w:rFonts w:ascii="Comic Sans MS" w:hAnsi="Comic Sans MS"/>
          <w:sz w:val="20"/>
          <w:szCs w:val="20"/>
        </w:rPr>
        <w:t>s of the village feel about Dinga?</w:t>
      </w:r>
    </w:p>
    <w:p w:rsidR="00910EBA" w:rsidRPr="00B25A43" w:rsidRDefault="00910EBA" w:rsidP="00910EBA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How is Musafa similar and different to his father Dinga?</w:t>
      </w:r>
    </w:p>
    <w:p w:rsidR="00910EBA" w:rsidRPr="00B25A43" w:rsidRDefault="00910EBA" w:rsidP="00910EB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Discuss conflict of story and fill out Conflict Diagram.</w:t>
      </w:r>
    </w:p>
    <w:p w:rsidR="00910EBA" w:rsidRPr="00B25A43" w:rsidRDefault="00910EBA" w:rsidP="00910EB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Define words using context clues as we find them in the story.</w:t>
      </w:r>
    </w:p>
    <w:p w:rsidR="00910EBA" w:rsidRPr="00B25A43" w:rsidRDefault="00B25A43" w:rsidP="00910EBA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Students will analyze and respond to various quotes from the story.</w:t>
      </w:r>
    </w:p>
    <w:p w:rsidR="00B25A43" w:rsidRPr="00B25A43" w:rsidRDefault="00B25A43" w:rsidP="00B25A43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i/>
          <w:sz w:val="20"/>
          <w:szCs w:val="20"/>
        </w:rPr>
        <w:t>“Learn by reaching back with one hand, while stretching forward with the other.”</w:t>
      </w:r>
    </w:p>
    <w:p w:rsidR="00B25A43" w:rsidRPr="00B25A43" w:rsidRDefault="00B25A43" w:rsidP="00B25A43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i/>
          <w:sz w:val="20"/>
          <w:szCs w:val="20"/>
        </w:rPr>
        <w:t>“The drumbeat has changed, we must change our dance. Be stubborn, refuse to die, live.”</w:t>
      </w:r>
    </w:p>
    <w:p w:rsidR="00B25A43" w:rsidRPr="00B25A43" w:rsidRDefault="00B25A43" w:rsidP="00B25A43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i/>
          <w:sz w:val="20"/>
          <w:szCs w:val="20"/>
        </w:rPr>
        <w:t>“In my mind I have always been free.  As free as wind.”</w:t>
      </w:r>
    </w:p>
    <w:p w:rsidR="00B25A43" w:rsidRPr="00B25A43" w:rsidRDefault="00B25A43" w:rsidP="00B25A43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i/>
          <w:sz w:val="20"/>
          <w:szCs w:val="20"/>
        </w:rPr>
        <w:t>“Family endures forever”</w:t>
      </w:r>
    </w:p>
    <w:p w:rsidR="00B25A43" w:rsidRPr="00B25A43" w:rsidRDefault="00B25A43" w:rsidP="00B25A43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Conclude story with discussion:  “What lessons can we take from the story in order to live our lives today?”</w:t>
      </w:r>
    </w:p>
    <w:p w:rsidR="00B25A43" w:rsidRPr="00B25A43" w:rsidRDefault="00B25A43" w:rsidP="00B25A43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B25A43" w:rsidRPr="00B25A43" w:rsidRDefault="00B25A43" w:rsidP="00B25A43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B25A43">
        <w:rPr>
          <w:rFonts w:ascii="Comic Sans MS" w:hAnsi="Comic Sans MS"/>
          <w:b/>
          <w:sz w:val="20"/>
          <w:szCs w:val="20"/>
        </w:rPr>
        <w:t>Assessment:</w:t>
      </w:r>
    </w:p>
    <w:p w:rsidR="00B25A43" w:rsidRPr="00B25A43" w:rsidRDefault="00B25A43" w:rsidP="00B25A43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Various writing assignments.</w:t>
      </w:r>
    </w:p>
    <w:p w:rsidR="00B25A43" w:rsidRPr="00B25A43" w:rsidRDefault="00B25A43" w:rsidP="00B25A43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Comprehension questions</w:t>
      </w:r>
    </w:p>
    <w:p w:rsidR="00B25A43" w:rsidRPr="00B25A43" w:rsidRDefault="00B25A43" w:rsidP="00B25A43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B25A43">
        <w:rPr>
          <w:rFonts w:ascii="Comic Sans MS" w:hAnsi="Comic Sans MS"/>
          <w:sz w:val="20"/>
          <w:szCs w:val="20"/>
        </w:rPr>
        <w:t>Verbal discussions and class discussions.</w:t>
      </w:r>
    </w:p>
    <w:p w:rsidR="00B25A43" w:rsidRPr="00B25A43" w:rsidRDefault="00B25A43" w:rsidP="00B25A43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0"/>
          <w:szCs w:val="20"/>
        </w:rPr>
        <w:t>Daily exit tickets</w:t>
      </w:r>
    </w:p>
    <w:p w:rsidR="00B25A43" w:rsidRPr="00B25A43" w:rsidRDefault="00B25A43" w:rsidP="00B25A43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0"/>
          <w:szCs w:val="20"/>
        </w:rPr>
        <w:t>Formal quiz and test throughout unit</w:t>
      </w:r>
    </w:p>
    <w:p w:rsidR="00396FAB" w:rsidRDefault="00396FAB" w:rsidP="00396FAB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96FAB" w:rsidRDefault="00396FAB" w:rsidP="00396FAB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96FAB" w:rsidRDefault="00396FAB" w:rsidP="00396FAB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96FAB" w:rsidRPr="00396FAB" w:rsidRDefault="00396FAB" w:rsidP="00396FAB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sectPr w:rsidR="00396FAB" w:rsidRPr="00396FAB" w:rsidSect="00396FAB">
      <w:headerReference w:type="default" r:id="rId8"/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A43" w:rsidRDefault="00B25A43" w:rsidP="00B25A43">
      <w:pPr>
        <w:spacing w:after="0" w:line="240" w:lineRule="auto"/>
      </w:pPr>
      <w:r>
        <w:separator/>
      </w:r>
    </w:p>
  </w:endnote>
  <w:endnote w:type="continuationSeparator" w:id="0">
    <w:p w:rsidR="00B25A43" w:rsidRDefault="00B25A43" w:rsidP="00B25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A43" w:rsidRDefault="00B25A43" w:rsidP="00B25A43">
      <w:pPr>
        <w:spacing w:after="0" w:line="240" w:lineRule="auto"/>
      </w:pPr>
      <w:r>
        <w:separator/>
      </w:r>
    </w:p>
  </w:footnote>
  <w:footnote w:type="continuationSeparator" w:id="0">
    <w:p w:rsidR="00B25A43" w:rsidRDefault="00B25A43" w:rsidP="00B25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A43" w:rsidRDefault="00B25A43">
    <w:pPr>
      <w:pStyle w:val="Header"/>
    </w:pPr>
    <w:r>
      <w:t>Lesson Plan:  Mark Morris</w:t>
    </w:r>
  </w:p>
  <w:p w:rsidR="00B25A43" w:rsidRDefault="00B25A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278D"/>
    <w:multiLevelType w:val="hybridMultilevel"/>
    <w:tmpl w:val="329CF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53A24"/>
    <w:multiLevelType w:val="hybridMultilevel"/>
    <w:tmpl w:val="8344489A"/>
    <w:lvl w:ilvl="0" w:tplc="ABAEE5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C42E8"/>
    <w:multiLevelType w:val="hybridMultilevel"/>
    <w:tmpl w:val="E70AF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AB"/>
    <w:rsid w:val="00396FAB"/>
    <w:rsid w:val="00910EBA"/>
    <w:rsid w:val="00B25A43"/>
    <w:rsid w:val="00E6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E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5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A43"/>
  </w:style>
  <w:style w:type="paragraph" w:styleId="Footer">
    <w:name w:val="footer"/>
    <w:basedOn w:val="Normal"/>
    <w:link w:val="FooterChar"/>
    <w:uiPriority w:val="99"/>
    <w:unhideWhenUsed/>
    <w:rsid w:val="00B25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A43"/>
  </w:style>
  <w:style w:type="paragraph" w:styleId="BalloonText">
    <w:name w:val="Balloon Text"/>
    <w:basedOn w:val="Normal"/>
    <w:link w:val="BalloonTextChar"/>
    <w:uiPriority w:val="99"/>
    <w:semiHidden/>
    <w:unhideWhenUsed/>
    <w:rsid w:val="00B25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A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E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5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A43"/>
  </w:style>
  <w:style w:type="paragraph" w:styleId="Footer">
    <w:name w:val="footer"/>
    <w:basedOn w:val="Normal"/>
    <w:link w:val="FooterChar"/>
    <w:uiPriority w:val="99"/>
    <w:unhideWhenUsed/>
    <w:rsid w:val="00B25A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A43"/>
  </w:style>
  <w:style w:type="paragraph" w:styleId="BalloonText">
    <w:name w:val="Balloon Text"/>
    <w:basedOn w:val="Normal"/>
    <w:link w:val="BalloonTextChar"/>
    <w:uiPriority w:val="99"/>
    <w:semiHidden/>
    <w:unhideWhenUsed/>
    <w:rsid w:val="00B25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DB3BC133</Template>
  <TotalTime>61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Morris</dc:creator>
  <cp:lastModifiedBy>Mark Morris</cp:lastModifiedBy>
  <cp:revision>2</cp:revision>
  <dcterms:created xsi:type="dcterms:W3CDTF">2012-10-19T14:36:00Z</dcterms:created>
  <dcterms:modified xsi:type="dcterms:W3CDTF">2012-10-19T15:37:00Z</dcterms:modified>
</cp:coreProperties>
</file>